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DD6F6" w14:textId="77777777" w:rsidR="007D60F4" w:rsidRDefault="007D60F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F9C66C0" w14:textId="77777777" w:rsidR="007D60F4" w:rsidRDefault="00DA54DC">
      <w:pPr>
        <w:spacing w:after="0" w:line="240" w:lineRule="auto"/>
        <w:jc w:val="center"/>
      </w:pPr>
      <w:r>
        <w:rPr>
          <w:rFonts w:ascii="Times New Roman" w:hAnsi="Times New Roman"/>
          <w:b/>
          <w:smallCaps/>
          <w:sz w:val="28"/>
          <w:szCs w:val="28"/>
        </w:rPr>
        <w:t>údaje na vyžiadanie výpisu z registra trestov</w:t>
      </w:r>
    </w:p>
    <w:p w14:paraId="7E1E7CE2" w14:textId="77777777" w:rsidR="007D60F4" w:rsidRDefault="00DA54DC">
      <w:pPr>
        <w:spacing w:after="0" w:line="240" w:lineRule="auto"/>
        <w:jc w:val="center"/>
      </w:pPr>
      <w:r>
        <w:rPr>
          <w:rFonts w:ascii="Times New Roman" w:hAnsi="Times New Roman"/>
          <w:sz w:val="20"/>
          <w:szCs w:val="20"/>
        </w:rPr>
        <w:t>na základe §10 a nasledujúcich zákona č. 330/2007 Z. z. o registri trestov a o zmene a doplnení niektorých zákonov v znení neskorších predpisov</w:t>
      </w:r>
    </w:p>
    <w:p w14:paraId="72A9DF96" w14:textId="77777777" w:rsidR="007D60F4" w:rsidRDefault="007D60F4">
      <w:pPr>
        <w:spacing w:after="0" w:line="240" w:lineRule="auto"/>
        <w:jc w:val="center"/>
        <w:rPr>
          <w:rFonts w:ascii="Times New Roman" w:hAnsi="Times New Roman"/>
        </w:rPr>
      </w:pPr>
    </w:p>
    <w:p w14:paraId="79F37680" w14:textId="6D168748" w:rsidR="007D60F4" w:rsidRDefault="00DA54DC">
      <w:pPr>
        <w:jc w:val="both"/>
      </w:pPr>
      <w:r>
        <w:rPr>
          <w:rFonts w:ascii="Times New Roman" w:hAnsi="Times New Roman"/>
        </w:rPr>
        <w:t xml:space="preserve">Ja, </w:t>
      </w:r>
      <w:r>
        <w:rPr>
          <w:rFonts w:ascii="Times New Roman" w:hAnsi="Times New Roman"/>
          <w:b/>
        </w:rPr>
        <w:t>Meno Priezvisko</w:t>
      </w:r>
      <w:r>
        <w:rPr>
          <w:rFonts w:ascii="Times New Roman" w:hAnsi="Times New Roman"/>
        </w:rPr>
        <w:t xml:space="preserve"> prokurista/splnomocnená</w:t>
      </w:r>
      <w:r w:rsidR="0054780A">
        <w:rPr>
          <w:rStyle w:val="Odkaznapoznmkupodiarou"/>
          <w:rFonts w:ascii="Times New Roman" w:hAnsi="Times New Roman"/>
        </w:rPr>
        <w:footnoteReference w:id="2"/>
      </w:r>
      <w:r>
        <w:rPr>
          <w:rFonts w:ascii="Times New Roman" w:hAnsi="Times New Roman"/>
        </w:rPr>
        <w:t xml:space="preserve"> osoba </w:t>
      </w:r>
      <w:r>
        <w:rPr>
          <w:rFonts w:ascii="Times New Roman" w:hAnsi="Times New Roman"/>
          <w:b/>
        </w:rPr>
        <w:t>žiadateľa</w:t>
      </w:r>
      <w:r>
        <w:rPr>
          <w:rFonts w:ascii="Times New Roman" w:hAnsi="Times New Roman"/>
        </w:rPr>
        <w:t xml:space="preserve"> o nenávratný finančný príspevok </w:t>
      </w:r>
      <w:r>
        <w:rPr>
          <w:rFonts w:ascii="Times New Roman" w:hAnsi="Times New Roman"/>
          <w:b/>
        </w:rPr>
        <w:t>poskytujem oprávneným subjektom na účel preukázania bezúhonnosti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údaje potrebné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na vyžiadanie výpisu z registra trestov</w:t>
      </w:r>
      <w:r>
        <w:rPr>
          <w:rFonts w:ascii="Times New Roman" w:hAnsi="Times New Roman"/>
        </w:rPr>
        <w:t xml:space="preserve"> podľa § 47a zákona č. 292/2014 Z. z. o príspevku poskytovanom z európskych štrukturálnych a investičných fondov a o zmene a doplnení niektorých zákonov</w:t>
      </w:r>
      <w:r>
        <w:t xml:space="preserve"> </w:t>
      </w:r>
      <w:r>
        <w:rPr>
          <w:rFonts w:ascii="Times New Roman" w:hAnsi="Times New Roman"/>
        </w:rPr>
        <w:t>v znení neskorších predpisov prostredníctvom informačného systému ITMS2014+. Tieto údaje poskytujem oprávneným subjektom na účel preukázania bezúhonnosti až do odvolania a poskytnutie týchto údajov sa vzťahuje na všetky úkony oprávnených subjektov vykonaných v rámci zákona.</w:t>
      </w:r>
    </w:p>
    <w:p w14:paraId="0C15F3D4" w14:textId="77777777" w:rsidR="007D60F4" w:rsidRDefault="00DA54DC">
      <w:pPr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o  fyzickej osobe:</w:t>
      </w:r>
    </w:p>
    <w:tbl>
      <w:tblPr>
        <w:tblW w:w="91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0"/>
        <w:gridCol w:w="4590"/>
      </w:tblGrid>
      <w:tr w:rsidR="007D60F4" w14:paraId="5C3281B0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7D213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bookmarkStart w:id="0" w:name="_Ref20463339"/>
            <w:r>
              <w:rPr>
                <w:rStyle w:val="Odkaznapoznmkupodiarou"/>
                <w:rFonts w:ascii="Times New Roman" w:hAnsi="Times New Roman"/>
                <w:vertAlign w:val="baseline"/>
              </w:rPr>
              <w:footnoteReference w:customMarkFollows="1" w:id="3"/>
              <w:t>*</w:t>
            </w:r>
            <w:bookmarkEnd w:id="0"/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2F660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Dátum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774D9573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61B5A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3FA14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číslo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6A7C0079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B41DA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A49C0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Prezývka:</w:t>
            </w:r>
          </w:p>
        </w:tc>
      </w:tr>
      <w:tr w:rsidR="007D60F4" w14:paraId="6DF5E8D0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B04DD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Pôvodné meno alebo priezvisko</w:t>
            </w:r>
            <w:r>
              <w:rPr>
                <w:rStyle w:val="Odkaznapoznmkupodiarou"/>
                <w:rFonts w:ascii="Times New Roman" w:hAnsi="Times New Roman"/>
              </w:rPr>
              <w:footnoteReference w:id="4"/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66322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Štát narodenia</w:t>
            </w:r>
            <w:r>
              <w:rPr>
                <w:rStyle w:val="Odkaznapoznmkupodiarou"/>
                <w:rFonts w:ascii="Times New Roman" w:hAnsi="Times New Roman"/>
              </w:rPr>
              <w:footnoteReference w:id="5"/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911606B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16F1F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Pohlavie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0BFF9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Okres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B6ED0FE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C9BBF" w14:textId="77777777" w:rsidR="007D60F4" w:rsidRDefault="00DA54DC">
            <w:pPr>
              <w:tabs>
                <w:tab w:val="left" w:pos="1735"/>
              </w:tabs>
              <w:spacing w:before="120" w:after="120"/>
              <w:ind w:left="1735" w:hanging="1735"/>
            </w:pPr>
            <w:r>
              <w:rPr>
                <w:rFonts w:ascii="Times New Roman" w:hAnsi="Times New Roman"/>
              </w:rPr>
              <w:t>Trvalé bydlisko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ab/>
              <w:t>Ulica, číslo: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FEC08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Miesto narodenia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7063D5A2" w14:textId="77777777">
        <w:trPr>
          <w:trHeight w:val="567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44AD5" w14:textId="77777777" w:rsidR="007D60F4" w:rsidRDefault="00DA54DC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Obec: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C7ADCF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Štátne občianstvo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B75178B" w14:textId="77777777">
        <w:trPr>
          <w:trHeight w:val="382"/>
        </w:trPr>
        <w:tc>
          <w:tcPr>
            <w:tcW w:w="45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7965F" w14:textId="77777777" w:rsidR="007D60F4" w:rsidRDefault="00DA54DC">
            <w:pPr>
              <w:tabs>
                <w:tab w:val="left" w:pos="1735"/>
              </w:tabs>
              <w:spacing w:before="120" w:after="120"/>
              <w:ind w:left="1735" w:hanging="173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PSČ: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0915A" w14:textId="77777777" w:rsidR="007D60F4" w:rsidRDefault="007D60F4">
            <w:pPr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2614EDEA" w14:textId="77777777" w:rsidR="007D60F4" w:rsidRDefault="00DA54DC">
      <w:pPr>
        <w:tabs>
          <w:tab w:val="left" w:pos="4678"/>
        </w:tabs>
        <w:spacing w:before="24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Údaje matky žiadateľa:</w:t>
      </w:r>
      <w:r>
        <w:rPr>
          <w:rFonts w:ascii="Times New Roman" w:hAnsi="Times New Roman"/>
          <w:b/>
        </w:rPr>
        <w:tab/>
        <w:t>Údaje otca žiadateľa:</w:t>
      </w: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7D60F4" w14:paraId="06A8F012" w14:textId="77777777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7E940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BFB6A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Meno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657A191C" w14:textId="77777777">
        <w:trPr>
          <w:trHeight w:val="567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E9EDC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119DD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  <w:tr w:rsidR="007D60F4" w14:paraId="0CE29DAC" w14:textId="77777777">
        <w:trPr>
          <w:trHeight w:val="302"/>
        </w:trPr>
        <w:tc>
          <w:tcPr>
            <w:tcW w:w="460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2419C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BA981" w14:textId="77777777" w:rsidR="007D60F4" w:rsidRDefault="00DA54DC">
            <w:pPr>
              <w:spacing w:before="120" w:after="120"/>
            </w:pPr>
            <w:r>
              <w:rPr>
                <w:rFonts w:ascii="Times New Roman" w:hAnsi="Times New Roman"/>
              </w:rPr>
              <w:t>Rodné priezvisko</w:t>
            </w:r>
            <w:r>
              <w:rPr>
                <w:rStyle w:val="Odkaznapoznmkupodiarou"/>
                <w:vertAlign w:val="baseline"/>
              </w:rPr>
              <w:t>*</w:t>
            </w:r>
            <w:r>
              <w:rPr>
                <w:rFonts w:ascii="Times New Roman" w:hAnsi="Times New Roman"/>
              </w:rPr>
              <w:t>:</w:t>
            </w:r>
          </w:p>
        </w:tc>
      </w:tr>
    </w:tbl>
    <w:p w14:paraId="6CC780DC" w14:textId="77777777" w:rsidR="007D60F4" w:rsidRDefault="007D60F4">
      <w:pPr>
        <w:rPr>
          <w:rFonts w:ascii="Times New Roman" w:hAnsi="Times New Roman"/>
          <w:sz w:val="20"/>
          <w:szCs w:val="20"/>
        </w:rPr>
      </w:pPr>
    </w:p>
    <w:p w14:paraId="3CA76CA9" w14:textId="77777777" w:rsidR="007D60F4" w:rsidRDefault="007D60F4">
      <w:pPr>
        <w:pageBreakBefore/>
        <w:suppressAutoHyphens w:val="0"/>
        <w:rPr>
          <w:rFonts w:ascii="Times New Roman" w:hAnsi="Times New Roman"/>
          <w:b/>
        </w:rPr>
      </w:pPr>
    </w:p>
    <w:p w14:paraId="7E00693B" w14:textId="77777777" w:rsidR="007D60F4" w:rsidRDefault="00DA54DC">
      <w:pPr>
        <w:spacing w:before="120" w:after="12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Poučenie:</w:t>
      </w:r>
    </w:p>
    <w:p w14:paraId="70D1F477" w14:textId="77777777" w:rsidR="007D60F4" w:rsidRDefault="00DA54DC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Osobné údaje sú spracovávané v zmysle § 47 zákona č. 292/2014 Z. z. o príspevku poskytovanom z európskych štrukturálnych a investičných fondov a o zmene a doplnení niektorých zákonov v znení neskorších predpisov.</w:t>
      </w:r>
    </w:p>
    <w:p w14:paraId="419C7922" w14:textId="77777777" w:rsidR="007D60F4" w:rsidRDefault="00DA54DC">
      <w:pPr>
        <w:spacing w:before="12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 poskytujúca údaje berie na vedomie, že pokiaľ údaje nebudú vyplnené úplne a správne nebude možné získať výpis z registra trestov integračnou akciou, čo môže mať dopad na splnenie podmienky poskytnutia príspevku.</w:t>
      </w:r>
    </w:p>
    <w:p w14:paraId="2ADFE997" w14:textId="77777777" w:rsidR="007D60F4" w:rsidRDefault="007D60F4">
      <w:pPr>
        <w:rPr>
          <w:rFonts w:ascii="Times New Roman" w:hAnsi="Times New Roman"/>
        </w:rPr>
      </w:pPr>
    </w:p>
    <w:p w14:paraId="6B111055" w14:textId="77777777" w:rsidR="007D60F4" w:rsidRDefault="00DA54DC">
      <w:r>
        <w:rPr>
          <w:rFonts w:ascii="Times New Roman" w:hAnsi="Times New Roman"/>
          <w:b/>
        </w:rPr>
        <w:t xml:space="preserve">Meno Priezvisko, </w:t>
      </w:r>
      <w:r>
        <w:rPr>
          <w:rFonts w:ascii="Times New Roman" w:hAnsi="Times New Roman"/>
        </w:rPr>
        <w:t>Dátum:</w:t>
      </w:r>
    </w:p>
    <w:p w14:paraId="08AC7BDA" w14:textId="77777777" w:rsidR="007D60F4" w:rsidRDefault="00DA54DC">
      <w:r>
        <w:rPr>
          <w:rFonts w:ascii="Times New Roman" w:hAnsi="Times New Roman"/>
        </w:rPr>
        <w:t>podpis fyzickej osoby, ktorá poskytuje údaje</w:t>
      </w:r>
    </w:p>
    <w:sectPr w:rsidR="007D60F4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3EBA5D" w14:textId="77777777" w:rsidR="00B845B3" w:rsidRDefault="00B845B3">
      <w:pPr>
        <w:spacing w:after="0" w:line="240" w:lineRule="auto"/>
      </w:pPr>
      <w:r>
        <w:separator/>
      </w:r>
    </w:p>
  </w:endnote>
  <w:endnote w:type="continuationSeparator" w:id="0">
    <w:p w14:paraId="740B7D83" w14:textId="77777777" w:rsidR="00B845B3" w:rsidRDefault="00B845B3">
      <w:pPr>
        <w:spacing w:after="0" w:line="240" w:lineRule="auto"/>
      </w:pPr>
      <w:r>
        <w:continuationSeparator/>
      </w:r>
    </w:p>
  </w:endnote>
  <w:endnote w:type="continuationNotice" w:id="1">
    <w:p w14:paraId="24E17178" w14:textId="77777777" w:rsidR="00B845B3" w:rsidRDefault="00B845B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85CE83" w14:textId="77777777" w:rsidR="0007047F" w:rsidRDefault="00DA54DC">
    <w:pPr>
      <w:pStyle w:val="Pta"/>
      <w:jc w:val="right"/>
    </w:pPr>
    <w:r>
      <w:rPr>
        <w:rFonts w:ascii="Times New Roman" w:hAnsi="Times New Roman"/>
        <w:sz w:val="24"/>
        <w:szCs w:val="24"/>
      </w:rPr>
      <w:t xml:space="preserve">Strana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PAGE </w:instrText>
    </w:r>
    <w:r>
      <w:rPr>
        <w:rFonts w:ascii="Times New Roman" w:hAnsi="Times New Roman"/>
        <w:bCs/>
        <w:sz w:val="24"/>
        <w:szCs w:val="24"/>
      </w:rPr>
      <w:fldChar w:fldCharType="separate"/>
    </w:r>
    <w:r>
      <w:rPr>
        <w:rFonts w:ascii="Times New Roman" w:hAnsi="Times New Roman"/>
        <w:bCs/>
        <w:sz w:val="24"/>
        <w:szCs w:val="24"/>
      </w:rPr>
      <w:t>1</w:t>
    </w:r>
    <w:r>
      <w:rPr>
        <w:rFonts w:ascii="Times New Roman" w:hAnsi="Times New Roman"/>
        <w:bCs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 xml:space="preserve"> z </w:t>
    </w:r>
    <w:r>
      <w:rPr>
        <w:rFonts w:ascii="Times New Roman" w:hAnsi="Times New Roman"/>
        <w:bCs/>
        <w:sz w:val="24"/>
        <w:szCs w:val="24"/>
      </w:rPr>
      <w:fldChar w:fldCharType="begin"/>
    </w:r>
    <w:r>
      <w:rPr>
        <w:rFonts w:ascii="Times New Roman" w:hAnsi="Times New Roman"/>
        <w:bCs/>
        <w:sz w:val="24"/>
        <w:szCs w:val="24"/>
      </w:rPr>
      <w:instrText xml:space="preserve"> NUMPAGES </w:instrText>
    </w:r>
    <w:r>
      <w:rPr>
        <w:rFonts w:ascii="Times New Roman" w:hAnsi="Times New Roman"/>
        <w:bCs/>
        <w:sz w:val="24"/>
        <w:szCs w:val="24"/>
      </w:rPr>
      <w:fldChar w:fldCharType="separate"/>
    </w:r>
    <w:r>
      <w:rPr>
        <w:rFonts w:ascii="Times New Roman" w:hAnsi="Times New Roman"/>
        <w:bCs/>
        <w:sz w:val="24"/>
        <w:szCs w:val="24"/>
      </w:rPr>
      <w:t>2</w:t>
    </w:r>
    <w:r>
      <w:rPr>
        <w:rFonts w:ascii="Times New Roman" w:hAnsi="Times New Roman"/>
        <w:bCs/>
        <w:sz w:val="24"/>
        <w:szCs w:val="24"/>
      </w:rPr>
      <w:fldChar w:fldCharType="end"/>
    </w:r>
  </w:p>
  <w:p w14:paraId="6D5027D7" w14:textId="77777777" w:rsidR="0007047F" w:rsidRDefault="00B845B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4029B8" w14:textId="77777777" w:rsidR="00B845B3" w:rsidRDefault="00B845B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51051E8" w14:textId="77777777" w:rsidR="00B845B3" w:rsidRDefault="00B845B3">
      <w:pPr>
        <w:spacing w:after="0" w:line="240" w:lineRule="auto"/>
      </w:pPr>
      <w:r>
        <w:continuationSeparator/>
      </w:r>
    </w:p>
  </w:footnote>
  <w:footnote w:type="continuationNotice" w:id="1">
    <w:p w14:paraId="7598E61A" w14:textId="77777777" w:rsidR="00B845B3" w:rsidRDefault="00B845B3">
      <w:pPr>
        <w:spacing w:after="0" w:line="240" w:lineRule="auto"/>
      </w:pPr>
    </w:p>
  </w:footnote>
  <w:footnote w:id="2">
    <w:p w14:paraId="2DC8DB6B" w14:textId="26FA4E8C" w:rsidR="0054780A" w:rsidRPr="0054780A" w:rsidRDefault="0054780A" w:rsidP="0054780A">
      <w:pPr>
        <w:pStyle w:val="Textpoznmkypodiarou"/>
        <w:tabs>
          <w:tab w:val="left" w:pos="284"/>
        </w:tabs>
        <w:ind w:left="284" w:hanging="284"/>
        <w:rPr>
          <w:rFonts w:ascii="Times New Roman" w:hAnsi="Times New Roman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6B529A">
        <w:rPr>
          <w:rFonts w:ascii="Times New Roman" w:hAnsi="Times New Roman"/>
        </w:rPr>
        <w:t xml:space="preserve">Žiadateľ </w:t>
      </w:r>
      <w:r>
        <w:rPr>
          <w:rFonts w:ascii="Times New Roman" w:hAnsi="Times New Roman"/>
        </w:rPr>
        <w:t>vyberie relevantnú možnosť</w:t>
      </w:r>
    </w:p>
  </w:footnote>
  <w:footnote w:id="3">
    <w:p w14:paraId="60E162F8" w14:textId="77777777" w:rsidR="007D60F4" w:rsidRDefault="00DA54DC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t>*</w:t>
      </w:r>
      <w:r>
        <w:rPr>
          <w:rFonts w:ascii="Times New Roman" w:hAnsi="Times New Roman"/>
        </w:rPr>
        <w:tab/>
        <w:t>Údaj nevyhnutne potrebný na vyžiadanie výpisu z registra trestov prostredníctvom systému ITMS2014+</w:t>
      </w:r>
    </w:p>
  </w:footnote>
  <w:footnote w:id="4">
    <w:p w14:paraId="419E9DA2" w14:textId="77777777" w:rsidR="007D60F4" w:rsidRDefault="00DA54DC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  <w:t>Vypĺňa sa len v prípade, ak došlo k zmene mena alebo zmene priezviska</w:t>
      </w:r>
    </w:p>
  </w:footnote>
  <w:footnote w:id="5">
    <w:p w14:paraId="7D122C03" w14:textId="77777777" w:rsidR="007D60F4" w:rsidRDefault="00DA54DC">
      <w:pPr>
        <w:pStyle w:val="Textpoznmkypodiarou"/>
        <w:tabs>
          <w:tab w:val="left" w:pos="284"/>
        </w:tabs>
        <w:ind w:left="284" w:hanging="284"/>
      </w:pPr>
      <w:r>
        <w:rPr>
          <w:rStyle w:val="Odkaznapoznmkupodiarou"/>
        </w:rPr>
        <w:footnoteRef/>
      </w:r>
      <w:r>
        <w:rPr>
          <w:rFonts w:ascii="Times New Roman" w:hAnsi="Times New Roman"/>
        </w:rPr>
        <w:tab/>
        <w:t>Vypĺňa sa len v prípade osôb, ktoré sa narodili v cudzine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B0C041" w14:textId="009102EB" w:rsidR="0007047F" w:rsidRDefault="00DA54DC">
    <w:pPr>
      <w:pStyle w:val="Hlavi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Príloha č. 4 ŽoNFP</w:t>
    </w:r>
  </w:p>
  <w:p w14:paraId="56CC568D" w14:textId="77777777" w:rsidR="0007047F" w:rsidRDefault="00DA54DC">
    <w:pPr>
      <w:pStyle w:val="Hlavika"/>
    </w:pPr>
    <w:r>
      <w:rPr>
        <w:noProof/>
        <w:lang w:eastAsia="sk-SK"/>
      </w:rPr>
      <w:drawing>
        <wp:inline distT="0" distB="0" distL="0" distR="0" wp14:anchorId="5797C215" wp14:editId="73FD8B99">
          <wp:extent cx="5619746" cy="476246"/>
          <wp:effectExtent l="0" t="0" r="0" b="0"/>
          <wp:docPr id="1" name="Obrázok 1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9746" cy="47624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821505C" w14:textId="77777777" w:rsidR="0007047F" w:rsidRDefault="00B845B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removePersonalInformation/>
  <w:removeDateAndTime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0F4"/>
    <w:rsid w:val="000E3877"/>
    <w:rsid w:val="0012372A"/>
    <w:rsid w:val="0021719C"/>
    <w:rsid w:val="0054780A"/>
    <w:rsid w:val="007D60F4"/>
    <w:rsid w:val="00815881"/>
    <w:rsid w:val="00A05777"/>
    <w:rsid w:val="00B821C2"/>
    <w:rsid w:val="00B845B3"/>
    <w:rsid w:val="00BC59B9"/>
    <w:rsid w:val="00D24EF2"/>
    <w:rsid w:val="00D53520"/>
    <w:rsid w:val="00D94309"/>
    <w:rsid w:val="00DA54DC"/>
    <w:rsid w:val="00F2118F"/>
    <w:rsid w:val="00F4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DEA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pPr>
      <w:ind w:left="720"/>
    </w:p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rPr>
      <w:sz w:val="20"/>
      <w:szCs w:val="20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b/>
      <w:bCs/>
      <w:sz w:val="20"/>
      <w:szCs w:val="20"/>
    </w:rPr>
  </w:style>
  <w:style w:type="paragraph" w:styleId="Hlavika">
    <w:name w:val="head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</w:style>
  <w:style w:type="paragraph" w:styleId="Pta">
    <w:name w:val="footer"/>
    <w:basedOn w:val="Normlny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</w:style>
  <w:style w:type="paragraph" w:styleId="Textpoznmkypodiarou">
    <w:name w:val="footnote text"/>
    <w:basedOn w:val="Normlny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rPr>
      <w:sz w:val="20"/>
      <w:szCs w:val="20"/>
    </w:rPr>
  </w:style>
  <w:style w:type="character" w:styleId="Odkaznapoznmkupodiarou">
    <w:name w:val="footnote reference"/>
    <w:basedOn w:val="Predvolenpsmoodseku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089743-2790-A94D-8EB1-494D07E0D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233</Words>
  <Characters>1515</Characters>
  <Application>Microsoft Office Word</Application>
  <DocSecurity>0</DocSecurity>
  <Lines>25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2018-12-19T08:56:00Z</cp:lastPrinted>
  <dcterms:created xsi:type="dcterms:W3CDTF">2019-09-27T05:46:00Z</dcterms:created>
  <dcterms:modified xsi:type="dcterms:W3CDTF">2021-04-07T10:26:00Z</dcterms:modified>
  <cp:category/>
</cp:coreProperties>
</file>